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6B5A7DD4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3E445F" w:rsidRPr="003E445F">
        <w:rPr>
          <w:rStyle w:val="Siln"/>
        </w:rPr>
        <w:t>Výkon činnosti technického dozoru stavebníka u OŘ Plzeň 2025/202</w:t>
      </w:r>
      <w:r w:rsidR="004D6247">
        <w:rPr>
          <w:rStyle w:val="Siln"/>
        </w:rPr>
        <w:t>7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4D6247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4D6247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A" w14:textId="48ADACDC" w:rsidR="009F392E" w:rsidRPr="003E445F" w:rsidRDefault="008145D7" w:rsidP="003E445F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9F392E" w:rsidRPr="003E445F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3F953AA" w:rsidR="00F1715C" w:rsidRDefault="00B151DE" w:rsidP="00D61054">
          <w:pPr>
            <w:pStyle w:val="Zpat"/>
            <w:ind w:left="658" w:right="-653"/>
            <w:contextualSpacing/>
          </w:pPr>
          <w:r>
            <w:t>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3E445F"/>
    <w:rsid w:val="003E4E35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D3C8E"/>
    <w:rsid w:val="004D6247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1EC5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52EA9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5665E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E4E35"/>
    <w:rsid w:val="0049171C"/>
    <w:rsid w:val="004D3C8E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92</TotalTime>
  <Pages>1</Pages>
  <Words>468</Words>
  <Characters>2763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Malý Jiří, Bc.</cp:lastModifiedBy>
  <cp:revision>14</cp:revision>
  <cp:lastPrinted>2017-11-28T17:18:00Z</cp:lastPrinted>
  <dcterms:created xsi:type="dcterms:W3CDTF">2023-11-16T10:29:00Z</dcterms:created>
  <dcterms:modified xsi:type="dcterms:W3CDTF">2025-05-30T09:17:00Z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